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40E" w:rsidRPr="00CE0243" w:rsidRDefault="006B440E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7</w:t>
      </w:r>
      <w:r w:rsidRPr="00C82E51">
        <w:rPr>
          <w:rFonts w:ascii="Segoe UI Light" w:hAnsi="Segoe UI Light" w:cs="Segoe UI Light"/>
          <w:sz w:val="36"/>
        </w:rPr>
        <w:t xml:space="preserve"> </w:t>
      </w:r>
      <w:r w:rsidRPr="00D00BAB">
        <w:rPr>
          <w:rFonts w:ascii="Segoe UI Light" w:hAnsi="Segoe UI Light" w:cs="Segoe UI Light"/>
          <w:sz w:val="36"/>
        </w:rPr>
        <w:t xml:space="preserve">Words containing ' gue ' and ' que '  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6B440E" w:rsidRPr="006F1030" w:rsidTr="006F1030">
        <w:tc>
          <w:tcPr>
            <w:tcW w:w="2694" w:type="dxa"/>
          </w:tcPr>
          <w:p w:rsidR="006B440E" w:rsidRPr="006F1030" w:rsidRDefault="006B440E" w:rsidP="006F1030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6F1030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6B440E" w:rsidRPr="006F1030" w:rsidRDefault="006B440E" w:rsidP="006F1030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6F1030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6F1030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6F1030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6F1030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6F1030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6F1030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6F1030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6F1030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6F1030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6B440E" w:rsidRPr="006F1030" w:rsidTr="006F1030">
        <w:tc>
          <w:tcPr>
            <w:tcW w:w="2694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F1030">
              <w:rPr>
                <w:rFonts w:ascii="Segoe UI Light" w:hAnsi="Segoe UI Light" w:cs="Segoe UI Light"/>
                <w:sz w:val="36"/>
                <w:szCs w:val="36"/>
              </w:rPr>
              <w:t>league</w:t>
            </w:r>
          </w:p>
        </w:tc>
        <w:tc>
          <w:tcPr>
            <w:tcW w:w="2703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B440E" w:rsidRPr="006F1030" w:rsidTr="006F1030">
        <w:tc>
          <w:tcPr>
            <w:tcW w:w="2694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F1030">
              <w:rPr>
                <w:rFonts w:ascii="Segoe UI Light" w:hAnsi="Segoe UI Light" w:cs="Segoe UI Light"/>
                <w:sz w:val="36"/>
                <w:szCs w:val="36"/>
              </w:rPr>
              <w:t>tongue</w:t>
            </w:r>
          </w:p>
        </w:tc>
        <w:tc>
          <w:tcPr>
            <w:tcW w:w="2703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B440E" w:rsidRPr="006F1030" w:rsidTr="006F1030">
        <w:tc>
          <w:tcPr>
            <w:tcW w:w="2694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F1030">
              <w:rPr>
                <w:rFonts w:ascii="Segoe UI Light" w:hAnsi="Segoe UI Light" w:cs="Segoe UI Light"/>
                <w:sz w:val="36"/>
                <w:szCs w:val="36"/>
              </w:rPr>
              <w:t>vague</w:t>
            </w:r>
          </w:p>
        </w:tc>
        <w:tc>
          <w:tcPr>
            <w:tcW w:w="2703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B440E" w:rsidRPr="006F1030" w:rsidTr="006F1030">
        <w:tc>
          <w:tcPr>
            <w:tcW w:w="2694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F1030">
              <w:rPr>
                <w:rFonts w:ascii="Segoe UI Light" w:hAnsi="Segoe UI Light" w:cs="Segoe UI Light"/>
                <w:sz w:val="36"/>
                <w:szCs w:val="36"/>
              </w:rPr>
              <w:t>rogue</w:t>
            </w:r>
          </w:p>
        </w:tc>
        <w:tc>
          <w:tcPr>
            <w:tcW w:w="2703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B440E" w:rsidRPr="006F1030" w:rsidTr="006F1030">
        <w:tc>
          <w:tcPr>
            <w:tcW w:w="2694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F1030">
              <w:rPr>
                <w:rFonts w:ascii="Segoe UI Light" w:hAnsi="Segoe UI Light" w:cs="Segoe UI Light"/>
                <w:sz w:val="36"/>
                <w:szCs w:val="36"/>
              </w:rPr>
              <w:t>catalogue</w:t>
            </w:r>
            <w:bookmarkStart w:id="0" w:name="_GoBack"/>
            <w:bookmarkEnd w:id="0"/>
          </w:p>
        </w:tc>
        <w:tc>
          <w:tcPr>
            <w:tcW w:w="2703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B440E" w:rsidRPr="006F1030" w:rsidTr="006F1030">
        <w:tc>
          <w:tcPr>
            <w:tcW w:w="2694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F1030">
              <w:rPr>
                <w:rFonts w:ascii="Segoe UI Light" w:hAnsi="Segoe UI Light" w:cs="Segoe UI Light"/>
                <w:sz w:val="36"/>
                <w:szCs w:val="36"/>
              </w:rPr>
              <w:t>unique</w:t>
            </w:r>
          </w:p>
        </w:tc>
        <w:tc>
          <w:tcPr>
            <w:tcW w:w="2703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B440E" w:rsidRPr="006F1030" w:rsidTr="006F1030">
        <w:tc>
          <w:tcPr>
            <w:tcW w:w="2694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F1030">
              <w:rPr>
                <w:rFonts w:ascii="Segoe UI Light" w:hAnsi="Segoe UI Light" w:cs="Segoe UI Light"/>
                <w:sz w:val="36"/>
                <w:szCs w:val="36"/>
              </w:rPr>
              <w:t>antique</w:t>
            </w:r>
          </w:p>
        </w:tc>
        <w:tc>
          <w:tcPr>
            <w:tcW w:w="2703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B440E" w:rsidRPr="006F1030" w:rsidTr="006F1030">
        <w:tc>
          <w:tcPr>
            <w:tcW w:w="2694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F1030">
              <w:rPr>
                <w:rFonts w:ascii="Segoe UI Light" w:hAnsi="Segoe UI Light" w:cs="Segoe UI Light"/>
                <w:sz w:val="36"/>
                <w:szCs w:val="36"/>
              </w:rPr>
              <w:t>plaque</w:t>
            </w:r>
          </w:p>
        </w:tc>
        <w:tc>
          <w:tcPr>
            <w:tcW w:w="2703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B440E" w:rsidRPr="006F1030" w:rsidTr="006F1030">
        <w:tc>
          <w:tcPr>
            <w:tcW w:w="2694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F1030">
              <w:rPr>
                <w:rFonts w:ascii="Segoe UI Light" w:hAnsi="Segoe UI Light" w:cs="Segoe UI Light"/>
                <w:sz w:val="36"/>
                <w:szCs w:val="36"/>
              </w:rPr>
              <w:t>technique</w:t>
            </w:r>
          </w:p>
        </w:tc>
        <w:tc>
          <w:tcPr>
            <w:tcW w:w="2703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6B440E" w:rsidRPr="006F1030" w:rsidTr="006F1030">
        <w:tc>
          <w:tcPr>
            <w:tcW w:w="2694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6F1030">
              <w:rPr>
                <w:rFonts w:ascii="Segoe UI Light" w:hAnsi="Segoe UI Light" w:cs="Segoe UI Light"/>
                <w:sz w:val="36"/>
                <w:szCs w:val="36"/>
              </w:rPr>
              <w:t>opaque</w:t>
            </w:r>
          </w:p>
        </w:tc>
        <w:tc>
          <w:tcPr>
            <w:tcW w:w="2703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6B440E" w:rsidRPr="006F1030" w:rsidRDefault="006B440E" w:rsidP="006F103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6B440E" w:rsidRPr="00F07B5A" w:rsidRDefault="006B440E">
      <w:pPr>
        <w:rPr>
          <w:rFonts w:ascii="Segoe UI Light" w:hAnsi="Segoe UI Light" w:cs="Segoe UI Light"/>
          <w:sz w:val="36"/>
          <w:szCs w:val="36"/>
        </w:rPr>
      </w:pPr>
    </w:p>
    <w:sectPr w:rsidR="006B440E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40E" w:rsidRDefault="006B440E">
      <w:r>
        <w:separator/>
      </w:r>
    </w:p>
  </w:endnote>
  <w:endnote w:type="continuationSeparator" w:id="0">
    <w:p w:rsidR="006B440E" w:rsidRDefault="006B44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40E" w:rsidRDefault="006B440E" w:rsidP="002B3860">
    <w:pPr>
      <w:pStyle w:val="Footer"/>
      <w:rPr>
        <w:sz w:val="20"/>
        <w:szCs w:val="20"/>
      </w:rPr>
    </w:pPr>
    <w:r>
      <w:rPr>
        <w:sz w:val="20"/>
        <w:szCs w:val="20"/>
      </w:rPr>
      <w:t>Swaffield Primary School 2014</w:t>
    </w:r>
  </w:p>
  <w:p w:rsidR="006B440E" w:rsidRDefault="006B44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40E" w:rsidRDefault="006B440E">
      <w:r>
        <w:separator/>
      </w:r>
    </w:p>
  </w:footnote>
  <w:footnote w:type="continuationSeparator" w:id="0">
    <w:p w:rsidR="006B440E" w:rsidRDefault="006B44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53CB0"/>
    <w:rsid w:val="00264602"/>
    <w:rsid w:val="002913D2"/>
    <w:rsid w:val="002B3860"/>
    <w:rsid w:val="002F2831"/>
    <w:rsid w:val="003068BA"/>
    <w:rsid w:val="003307A2"/>
    <w:rsid w:val="0034462B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B440E"/>
    <w:rsid w:val="006C7C73"/>
    <w:rsid w:val="006F1030"/>
    <w:rsid w:val="00747105"/>
    <w:rsid w:val="007606DF"/>
    <w:rsid w:val="00760AE0"/>
    <w:rsid w:val="00776A61"/>
    <w:rsid w:val="00776EE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932D3"/>
    <w:rsid w:val="009A1D28"/>
    <w:rsid w:val="009B339F"/>
    <w:rsid w:val="009C6766"/>
    <w:rsid w:val="00A1772D"/>
    <w:rsid w:val="00A24174"/>
    <w:rsid w:val="00A806E2"/>
    <w:rsid w:val="00AB030A"/>
    <w:rsid w:val="00AD60DA"/>
    <w:rsid w:val="00B31C91"/>
    <w:rsid w:val="00B47958"/>
    <w:rsid w:val="00B94746"/>
    <w:rsid w:val="00C30F15"/>
    <w:rsid w:val="00C612DE"/>
    <w:rsid w:val="00C65D11"/>
    <w:rsid w:val="00C806C9"/>
    <w:rsid w:val="00C81C52"/>
    <w:rsid w:val="00C82E51"/>
    <w:rsid w:val="00CD1022"/>
    <w:rsid w:val="00CD7AFE"/>
    <w:rsid w:val="00CE0243"/>
    <w:rsid w:val="00CF3AD8"/>
    <w:rsid w:val="00CF4789"/>
    <w:rsid w:val="00CF7B1F"/>
    <w:rsid w:val="00D00BAB"/>
    <w:rsid w:val="00D37ABB"/>
    <w:rsid w:val="00D60F4F"/>
    <w:rsid w:val="00DB3634"/>
    <w:rsid w:val="00DB6F33"/>
    <w:rsid w:val="00DC3EFD"/>
    <w:rsid w:val="00E036CD"/>
    <w:rsid w:val="00E2191B"/>
    <w:rsid w:val="00E4661E"/>
    <w:rsid w:val="00ED1D79"/>
    <w:rsid w:val="00EF44BD"/>
    <w:rsid w:val="00EF6473"/>
    <w:rsid w:val="00F07B5A"/>
    <w:rsid w:val="00F2332B"/>
    <w:rsid w:val="00F5777D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2B386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2672"/>
    <w:rPr>
      <w:lang w:eastAsia="en-US"/>
    </w:rPr>
  </w:style>
  <w:style w:type="paragraph" w:styleId="Footer">
    <w:name w:val="footer"/>
    <w:basedOn w:val="Normal"/>
    <w:link w:val="FooterChar"/>
    <w:uiPriority w:val="99"/>
    <w:rsid w:val="002B386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B3860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00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29</Words>
  <Characters>166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2013-12-08T13:33:00Z</dcterms:created>
  <dcterms:modified xsi:type="dcterms:W3CDTF">2014-07-09T15:50:00Z</dcterms:modified>
</cp:coreProperties>
</file>